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649929E9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DC5A16">
        <w:rPr>
          <w:b/>
          <w:color w:val="FF5200" w:themeColor="accent2"/>
          <w:sz w:val="36"/>
          <w:szCs w:val="36"/>
        </w:rPr>
        <w:t>„</w:t>
      </w:r>
      <w:r w:rsidR="00DC5A16" w:rsidRPr="00DC5A16">
        <w:rPr>
          <w:b/>
          <w:color w:val="FF5200" w:themeColor="accent2"/>
          <w:sz w:val="36"/>
          <w:szCs w:val="36"/>
        </w:rPr>
        <w:t>Rámcová dohoda na dodávky speciálních LCD monitorů</w:t>
      </w:r>
      <w:r w:rsidR="0031280B" w:rsidRPr="00DC5A16">
        <w:rPr>
          <w:b/>
          <w:color w:val="FF5200" w:themeColor="accent2"/>
          <w:sz w:val="36"/>
          <w:szCs w:val="36"/>
        </w:rPr>
        <w:t>“</w:t>
      </w:r>
      <w:r w:rsidR="000128D4" w:rsidRPr="00DC5A16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DC5A1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DA717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128986</w:t>
      </w:r>
      <w:r w:rsidR="00DC5A16" w:rsidRPr="00DC5A1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/2025-SŽ-GŘ-O25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6F7DD29B" w14:textId="383E1464" w:rsidR="001B709F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215671417" w:history="1">
            <w:r w:rsidR="001B709F" w:rsidRPr="005D6D28">
              <w:rPr>
                <w:rStyle w:val="Hypertextovodkaz"/>
                <w:noProof/>
              </w:rPr>
              <w:t>Kapitola 1.</w:t>
            </w:r>
            <w:r w:rsidR="001B709F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1B709F" w:rsidRPr="005D6D28">
              <w:rPr>
                <w:rStyle w:val="Hypertextovodkaz"/>
                <w:noProof/>
              </w:rPr>
              <w:t>Základní údaje k nabídce</w:t>
            </w:r>
            <w:r w:rsidR="001B709F">
              <w:rPr>
                <w:noProof/>
                <w:webHidden/>
              </w:rPr>
              <w:tab/>
            </w:r>
            <w:r w:rsidR="001B709F">
              <w:rPr>
                <w:noProof/>
                <w:webHidden/>
              </w:rPr>
              <w:fldChar w:fldCharType="begin"/>
            </w:r>
            <w:r w:rsidR="001B709F">
              <w:rPr>
                <w:noProof/>
                <w:webHidden/>
              </w:rPr>
              <w:instrText xml:space="preserve"> PAGEREF _Toc215671417 \h </w:instrText>
            </w:r>
            <w:r w:rsidR="001B709F">
              <w:rPr>
                <w:noProof/>
                <w:webHidden/>
              </w:rPr>
            </w:r>
            <w:r w:rsidR="001B709F">
              <w:rPr>
                <w:noProof/>
                <w:webHidden/>
              </w:rPr>
              <w:fldChar w:fldCharType="separate"/>
            </w:r>
            <w:r w:rsidR="001B709F">
              <w:rPr>
                <w:noProof/>
                <w:webHidden/>
              </w:rPr>
              <w:t>2</w:t>
            </w:r>
            <w:r w:rsidR="001B709F">
              <w:rPr>
                <w:noProof/>
                <w:webHidden/>
              </w:rPr>
              <w:fldChar w:fldCharType="end"/>
            </w:r>
          </w:hyperlink>
        </w:p>
        <w:p w14:paraId="49057E24" w14:textId="00CEA5C7" w:rsidR="001B709F" w:rsidRDefault="001B709F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5671418" w:history="1">
            <w:r w:rsidRPr="005D6D28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D6D28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_Toc215671418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C51267" w14:textId="16FAEEC7" w:rsidR="001B709F" w:rsidRDefault="001B709F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5671419" w:history="1">
            <w:r w:rsidRPr="005D6D28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D6D28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_Toc215671419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5FE5C5" w14:textId="279B5BBD" w:rsidR="001B709F" w:rsidRDefault="001B709F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5671420" w:history="1">
            <w:r w:rsidRPr="005D6D28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D6D28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_Toc215671420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FE5CDB" w14:textId="4055BDD5" w:rsidR="001B709F" w:rsidRDefault="001B709F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5671421" w:history="1">
            <w:r w:rsidRPr="005D6D28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D6D28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_Toc215671421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3D106D" w14:textId="5B82085F" w:rsidR="001B709F" w:rsidRDefault="001B709F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5671422" w:history="1">
            <w:r w:rsidRPr="005D6D28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D6D28">
              <w:rPr>
                <w:rStyle w:val="Hypertextovodkaz"/>
                <w:noProof/>
              </w:rPr>
              <w:t>Čestné</w:t>
            </w:r>
            <w:r w:rsidRPr="005D6D28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  <w:t>…………………………………………………………………………………………………………………………………</w:t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_Toc215671422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AC21C1" w14:textId="0EDD9F5C" w:rsidR="001B709F" w:rsidRDefault="001B709F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5671423" w:history="1">
            <w:r w:rsidRPr="005D6D28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D6D28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_Toc215671423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3E97C221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215671417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r w:rsidRPr="008B1A2C">
        <w:rPr>
          <w:highlight w:val="green"/>
        </w:rPr>
        <w:t>xxxxxxxxxxxxxxxxxx</w:t>
      </w:r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r w:rsidRPr="008B1A2C">
        <w:rPr>
          <w:highlight w:val="green"/>
        </w:rPr>
        <w:t>xxxxxxxxxxxxxx</w:t>
      </w:r>
    </w:p>
    <w:p w14:paraId="0191CDFC" w14:textId="3AF8CC25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DC5A16">
        <w:rPr>
          <w:rFonts w:eastAsia="Times New Roman" w:cs="Times New Roman"/>
          <w:lang w:eastAsia="cs-CZ"/>
        </w:rPr>
        <w:t>podlimitní sektorovou veřejnou zakázku</w:t>
      </w:r>
      <w:r w:rsidRPr="00DC5A16">
        <w:t>, jsou pravdivé</w:t>
      </w:r>
      <w:r w:rsidR="009771C9" w:rsidRPr="00DC5A16">
        <w:t>, úplné a odpovídají skutečnosti</w:t>
      </w:r>
      <w:r w:rsidRPr="00DC5A16">
        <w:t>. Účastník si je vědom důsledků záměrného uvedení nepravdivých údajů, které v</w:t>
      </w:r>
      <w:r>
        <w:t xml:space="preserve">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DA7171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DA7171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215671418"/>
      <w:r>
        <w:lastRenderedPageBreak/>
        <w:t>Ceník</w:t>
      </w:r>
      <w:bookmarkEnd w:id="1"/>
    </w:p>
    <w:p w14:paraId="3E5E9B0F" w14:textId="54E65CB5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1E0266" w:rsidRPr="00DC5A16">
        <w:rPr>
          <w:rStyle w:val="Siln"/>
          <w:b w:val="0"/>
          <w:bCs w:val="0"/>
        </w:rPr>
        <w:t>2</w:t>
      </w:r>
      <w:r w:rsidRPr="00DC5A16">
        <w:rPr>
          <w:rStyle w:val="Siln"/>
          <w:b w:val="0"/>
          <w:bCs w:val="0"/>
        </w:rPr>
        <w:t xml:space="preserve"> Výzvy k podání nabídky</w:t>
      </w:r>
      <w:r w:rsidR="001B709F">
        <w:rPr>
          <w:rStyle w:val="Siln"/>
          <w:b w:val="0"/>
          <w:bCs w:val="0"/>
        </w:rPr>
        <w:t xml:space="preserve"> </w:t>
      </w:r>
      <w:r w:rsidR="001B709F" w:rsidRPr="001B709F">
        <w:rPr>
          <w:rStyle w:val="Siln"/>
          <w:b w:val="0"/>
          <w:bCs w:val="0"/>
          <w:i/>
          <w:iCs/>
        </w:rPr>
        <w:t>(budoucí příloha č. 2 Závazného vzoru rámcové dohody)</w:t>
      </w:r>
      <w:r w:rsidRPr="00DC5A16"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215671419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215671420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ust.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215671421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215671422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E54B2B3" w14:textId="77777777" w:rsidR="001B709F" w:rsidRDefault="001B709F">
      <w:pPr>
        <w:rPr>
          <w:rFonts w:eastAsia="Times New Roman" w:cs="Times New Roman"/>
          <w:lang w:eastAsia="cs-CZ"/>
        </w:rPr>
      </w:pPr>
    </w:p>
    <w:p w14:paraId="1F37D4C9" w14:textId="77777777" w:rsidR="001B709F" w:rsidRDefault="001B709F">
      <w:pPr>
        <w:rPr>
          <w:rFonts w:eastAsia="Times New Roman" w:cs="Times New Roman"/>
          <w:lang w:eastAsia="cs-CZ"/>
        </w:rPr>
      </w:pPr>
    </w:p>
    <w:p w14:paraId="0925790D" w14:textId="77777777" w:rsidR="001B709F" w:rsidRPr="00E85D44" w:rsidRDefault="001B709F" w:rsidP="001B709F">
      <w:pPr>
        <w:pStyle w:val="Nadpis2"/>
      </w:pPr>
      <w:bookmarkStart w:id="6" w:name="_Toc215671423"/>
      <w:r w:rsidRPr="00E85D44">
        <w:t>Čestné prohlášení o splnění technické kvalifikace</w:t>
      </w:r>
      <w:bookmarkEnd w:id="6"/>
    </w:p>
    <w:p w14:paraId="7DA19EF1" w14:textId="26AD3F6B" w:rsidR="001B709F" w:rsidRDefault="001B709F" w:rsidP="001B709F">
      <w:pPr>
        <w:rPr>
          <w:lang w:eastAsia="cs-CZ"/>
        </w:rPr>
      </w:pPr>
      <w:r>
        <w:rPr>
          <w:lang w:eastAsia="cs-CZ"/>
        </w:rPr>
        <w:t xml:space="preserve">Účastník, který podává tuto </w:t>
      </w:r>
      <w:r w:rsidRPr="000128D4">
        <w:rPr>
          <w:lang w:eastAsia="cs-CZ"/>
        </w:rPr>
        <w:t>nabídku, tímto</w:t>
      </w:r>
      <w:r>
        <w:rPr>
          <w:lang w:eastAsia="cs-CZ"/>
        </w:rPr>
        <w:t xml:space="preserve"> čestně prohlašuje, že za poslední 3 roky před zahájením výběrového řízení realizoval </w:t>
      </w:r>
      <w:r w:rsidRPr="0059375E">
        <w:rPr>
          <w:lang w:eastAsia="cs-CZ"/>
        </w:rPr>
        <w:t>alespoň 2 významné dodávky definované v čl. 9.5 Výzvy k podání nabídky v</w:t>
      </w:r>
      <w:r w:rsidR="00C868B3" w:rsidRPr="0059375E">
        <w:rPr>
          <w:lang w:eastAsia="cs-CZ"/>
        </w:rPr>
        <w:t> minimálním finančním objemu</w:t>
      </w:r>
      <w:r w:rsidRPr="0059375E">
        <w:rPr>
          <w:lang w:eastAsia="cs-CZ"/>
        </w:rPr>
        <w:t xml:space="preserve"> </w:t>
      </w:r>
      <w:r w:rsidR="00422D03" w:rsidRPr="0059375E">
        <w:rPr>
          <w:lang w:eastAsia="cs-CZ"/>
        </w:rPr>
        <w:t>300 000,-</w:t>
      </w:r>
      <w:r w:rsidRPr="0059375E">
        <w:rPr>
          <w:lang w:eastAsia="cs-CZ"/>
        </w:rPr>
        <w:t xml:space="preserve"> Kč bez DPH</w:t>
      </w:r>
      <w:r w:rsidR="005830B4" w:rsidRPr="0059375E">
        <w:rPr>
          <w:lang w:eastAsia="cs-CZ"/>
        </w:rPr>
        <w:t xml:space="preserve"> </w:t>
      </w:r>
      <w:r w:rsidR="00C868B3" w:rsidRPr="0059375E">
        <w:rPr>
          <w:lang w:eastAsia="cs-CZ"/>
        </w:rPr>
        <w:t xml:space="preserve">v součtu </w:t>
      </w:r>
      <w:r w:rsidR="005830B4" w:rsidRPr="0059375E">
        <w:rPr>
          <w:lang w:eastAsia="cs-CZ"/>
        </w:rPr>
        <w:t>za všechny tyto dodávky</w:t>
      </w:r>
      <w:r w:rsidRPr="0059375E">
        <w:rPr>
          <w:lang w:eastAsia="cs-CZ"/>
        </w:rPr>
        <w:t>.</w:t>
      </w:r>
    </w:p>
    <w:p w14:paraId="3C5B7EBC" w14:textId="77777777" w:rsidR="001B709F" w:rsidRDefault="001B709F" w:rsidP="001B709F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1B709F" w14:paraId="6E2D2BB7" w14:textId="77777777" w:rsidTr="000D73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1D19BD74" w14:textId="6F4189E8" w:rsidR="001B709F" w:rsidRDefault="001B709F" w:rsidP="000D73CE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7F85C5BB" w14:textId="0508D8EF" w:rsidR="001B709F" w:rsidRDefault="001B709F" w:rsidP="001B709F">
            <w:pPr>
              <w:suppressAutoHyphens/>
              <w:spacing w:line="216" w:lineRule="auto"/>
              <w:jc w:val="left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9FF98C9" w14:textId="3F770405" w:rsidR="001B709F" w:rsidRPr="00471B29" w:rsidRDefault="001B709F" w:rsidP="000D73CE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dodávky </w:t>
            </w:r>
          </w:p>
          <w:p w14:paraId="6D95289D" w14:textId="77777777" w:rsidR="001B709F" w:rsidRDefault="001B709F" w:rsidP="000D73CE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0E4407D3" w14:textId="1F4D1912" w:rsidR="001B709F" w:rsidRPr="00471B29" w:rsidRDefault="001B709F" w:rsidP="000D73CE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dodávky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62ECD5A2" w14:textId="77777777" w:rsidR="001B709F" w:rsidRPr="001B709F" w:rsidRDefault="001B709F" w:rsidP="000D73CE">
            <w:pPr>
              <w:suppressAutoHyphens/>
              <w:spacing w:line="216" w:lineRule="auto"/>
              <w:rPr>
                <w:rStyle w:val="Siln"/>
                <w:b/>
                <w:bCs w:val="0"/>
              </w:rPr>
            </w:pPr>
            <w:r w:rsidRPr="001B709F">
              <w:rPr>
                <w:rStyle w:val="Siln"/>
                <w:b/>
                <w:bCs w:val="0"/>
              </w:rPr>
              <w:t xml:space="preserve">Doba realizace </w:t>
            </w:r>
          </w:p>
          <w:p w14:paraId="32CC9998" w14:textId="77777777" w:rsidR="001B709F" w:rsidRDefault="001B709F" w:rsidP="001B709F">
            <w:pPr>
              <w:suppressAutoHyphens/>
              <w:spacing w:line="216" w:lineRule="auto"/>
              <w:jc w:val="left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>(datum od-do, v rámci 3 kalendářních let nazpět před zahájením výběrového řízení)</w:t>
            </w:r>
          </w:p>
        </w:tc>
      </w:tr>
      <w:tr w:rsidR="001B709F" w14:paraId="16FBF3CE" w14:textId="77777777" w:rsidTr="000D73CE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300F8" w14:textId="77777777" w:rsidR="001B709F" w:rsidRDefault="001B709F" w:rsidP="000D73CE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8FCBD" w14:textId="77777777" w:rsidR="001B709F" w:rsidRDefault="001B709F" w:rsidP="000D73CE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A84C5E9" w14:textId="77777777" w:rsidR="001B709F" w:rsidRDefault="001B709F" w:rsidP="000D73CE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96105" w14:textId="77777777" w:rsidR="001B709F" w:rsidRDefault="001B709F" w:rsidP="000D73CE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1B709F" w14:paraId="27B8B925" w14:textId="77777777" w:rsidTr="001B709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5AC4EA65" w14:textId="77777777" w:rsidR="001B709F" w:rsidRDefault="001B709F" w:rsidP="000D73CE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F61063F" w14:textId="77777777" w:rsidR="001B709F" w:rsidRDefault="001B709F" w:rsidP="000D73CE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8398BC2" w14:textId="77777777" w:rsidR="001B709F" w:rsidRDefault="001B709F" w:rsidP="000D73CE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2B36865" w14:textId="77777777" w:rsidR="001B709F" w:rsidRDefault="001B709F" w:rsidP="000D73CE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0B34B067" w14:textId="2B8EB0A4" w:rsidR="002126E7" w:rsidRDefault="001B709F" w:rsidP="001B709F">
      <w:pPr>
        <w:rPr>
          <w:lang w:eastAsia="cs-CZ"/>
        </w:rPr>
      </w:pPr>
      <w:r>
        <w:rPr>
          <w:rFonts w:eastAsia="Times New Roman" w:cs="Times New Roman"/>
          <w:lang w:eastAsia="cs-CZ"/>
        </w:rPr>
        <w:br w:type="page"/>
      </w:r>
      <w:r w:rsidR="002126E7">
        <w:rPr>
          <w:lang w:eastAsia="cs-CZ"/>
        </w:rPr>
        <w:lastRenderedPageBreak/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EE9203" w14:textId="77777777" w:rsidR="005C4EEC" w:rsidRDefault="005C4EEC" w:rsidP="00962258">
      <w:pPr>
        <w:spacing w:after="0" w:line="240" w:lineRule="auto"/>
      </w:pPr>
      <w:r>
        <w:separator/>
      </w:r>
    </w:p>
  </w:endnote>
  <w:endnote w:type="continuationSeparator" w:id="0">
    <w:p w14:paraId="73A4F0F7" w14:textId="77777777" w:rsidR="005C4EEC" w:rsidRDefault="005C4EE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3CA784" w14:textId="77777777" w:rsidR="005C4EEC" w:rsidRDefault="005C4EEC" w:rsidP="00962258">
      <w:pPr>
        <w:spacing w:after="0" w:line="240" w:lineRule="auto"/>
      </w:pPr>
      <w:r>
        <w:separator/>
      </w:r>
    </w:p>
  </w:footnote>
  <w:footnote w:type="continuationSeparator" w:id="0">
    <w:p w14:paraId="2AFB0C4E" w14:textId="77777777" w:rsidR="005C4EEC" w:rsidRDefault="005C4EEC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064A3"/>
    <w:rsid w:val="000128D4"/>
    <w:rsid w:val="00027E09"/>
    <w:rsid w:val="00027E55"/>
    <w:rsid w:val="00036475"/>
    <w:rsid w:val="00045E47"/>
    <w:rsid w:val="000717AE"/>
    <w:rsid w:val="00072C1E"/>
    <w:rsid w:val="00077060"/>
    <w:rsid w:val="00086B78"/>
    <w:rsid w:val="00097793"/>
    <w:rsid w:val="000A412D"/>
    <w:rsid w:val="000B5E1C"/>
    <w:rsid w:val="000C6991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B709F"/>
    <w:rsid w:val="001C129A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F50CD"/>
    <w:rsid w:val="00304036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422D03"/>
    <w:rsid w:val="00426962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830B4"/>
    <w:rsid w:val="005930C5"/>
    <w:rsid w:val="0059375E"/>
    <w:rsid w:val="005A08DC"/>
    <w:rsid w:val="005B219F"/>
    <w:rsid w:val="005C4EEC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8674E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671B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C37C5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74632"/>
    <w:rsid w:val="00A92E7F"/>
    <w:rsid w:val="00A93A74"/>
    <w:rsid w:val="00AA3395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46C5"/>
    <w:rsid w:val="00BD7E91"/>
    <w:rsid w:val="00C02D0A"/>
    <w:rsid w:val="00C03A6E"/>
    <w:rsid w:val="00C044EE"/>
    <w:rsid w:val="00C11942"/>
    <w:rsid w:val="00C14F24"/>
    <w:rsid w:val="00C15E30"/>
    <w:rsid w:val="00C228EE"/>
    <w:rsid w:val="00C3428A"/>
    <w:rsid w:val="00C44F6A"/>
    <w:rsid w:val="00C47AE3"/>
    <w:rsid w:val="00C636FB"/>
    <w:rsid w:val="00C6546B"/>
    <w:rsid w:val="00C868B3"/>
    <w:rsid w:val="00C87B78"/>
    <w:rsid w:val="00CC765B"/>
    <w:rsid w:val="00CD1FC4"/>
    <w:rsid w:val="00CF53B5"/>
    <w:rsid w:val="00D21061"/>
    <w:rsid w:val="00D247B3"/>
    <w:rsid w:val="00D4108E"/>
    <w:rsid w:val="00D6163D"/>
    <w:rsid w:val="00D73D46"/>
    <w:rsid w:val="00D831A3"/>
    <w:rsid w:val="00DA7171"/>
    <w:rsid w:val="00DC5A16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179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A26986-423D-4B76-9AA7-32E4822A93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</TotalTime>
  <Pages>9</Pages>
  <Words>1261</Words>
  <Characters>7441</Characters>
  <Application>Microsoft Office Word</Application>
  <DocSecurity>0</DocSecurity>
  <Lines>62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Jiranová Ivana</cp:lastModifiedBy>
  <cp:revision>5</cp:revision>
  <cp:lastPrinted>2023-10-05T09:40:00Z</cp:lastPrinted>
  <dcterms:created xsi:type="dcterms:W3CDTF">2025-12-11T07:18:00Z</dcterms:created>
  <dcterms:modified xsi:type="dcterms:W3CDTF">2025-12-19T13:28:00Z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